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FF424" w14:textId="77777777" w:rsidR="00184BCC" w:rsidRDefault="00000000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ind w:rightChars="93" w:right="195"/>
        <w:jc w:val="left"/>
        <w:rPr>
          <w:rFonts w:ascii="黑体" w:eastAsia="仿宋_GB2312" w:hAnsi="黑体" w:cs="Times New Roman" w:hint="eastAsia"/>
          <w:spacing w:val="-11"/>
          <w:sz w:val="32"/>
          <w:szCs w:val="24"/>
        </w:rPr>
      </w:pPr>
      <w:r>
        <w:rPr>
          <w:rFonts w:ascii="黑体" w:eastAsia="黑体" w:hAnsi="黑体" w:cs="Times New Roman" w:hint="eastAsia"/>
          <w:spacing w:val="-11"/>
          <w:sz w:val="32"/>
          <w:szCs w:val="24"/>
        </w:rPr>
        <w:t>附件</w:t>
      </w:r>
    </w:p>
    <w:p w14:paraId="34B604A3" w14:textId="77777777" w:rsidR="00184BCC" w:rsidRDefault="00000000">
      <w:pPr>
        <w:spacing w:beforeLines="10" w:before="24"/>
        <w:jc w:val="center"/>
        <w:outlineLvl w:val="0"/>
        <w:rPr>
          <w:rFonts w:ascii="Times New Roman" w:eastAsia="方正小标宋简体" w:hAnsi="Times New Roman" w:cs="Times New Roman"/>
          <w:spacing w:val="-11"/>
          <w:kern w:val="44"/>
          <w:sz w:val="40"/>
          <w:szCs w:val="24"/>
        </w:rPr>
      </w:pPr>
      <w:r>
        <w:rPr>
          <w:rFonts w:ascii="Times New Roman" w:eastAsia="方正小标宋简体" w:hAnsi="Times New Roman" w:cs="Times New Roman" w:hint="eastAsia"/>
          <w:spacing w:val="-11"/>
          <w:kern w:val="44"/>
          <w:sz w:val="40"/>
          <w:szCs w:val="24"/>
        </w:rPr>
        <w:t xml:space="preserve"> </w:t>
      </w:r>
      <w:r>
        <w:rPr>
          <w:rFonts w:ascii="Times New Roman" w:eastAsia="方正小标宋简体" w:hAnsi="Times New Roman" w:cs="Times New Roman" w:hint="eastAsia"/>
          <w:spacing w:val="-11"/>
          <w:kern w:val="44"/>
          <w:sz w:val="40"/>
          <w:szCs w:val="24"/>
        </w:rPr>
        <w:t>四川省家庭经济困难学生认定申请表</w:t>
      </w:r>
    </w:p>
    <w:p w14:paraId="45DCA8EC" w14:textId="77777777" w:rsidR="00184BCC" w:rsidRDefault="00000000">
      <w:pPr>
        <w:spacing w:beforeLines="10" w:before="24"/>
        <w:jc w:val="center"/>
        <w:outlineLvl w:val="0"/>
        <w:rPr>
          <w:rFonts w:ascii="Times New Roman" w:eastAsia="方正小标宋简体" w:hAnsi="Times New Roman" w:cs="Times New Roman"/>
          <w:spacing w:val="-11"/>
          <w:kern w:val="44"/>
          <w:sz w:val="40"/>
          <w:szCs w:val="24"/>
        </w:rPr>
      </w:pPr>
      <w:r>
        <w:rPr>
          <w:rFonts w:ascii="Times New Roman" w:eastAsia="方正小标宋简体" w:hAnsi="Times New Roman" w:cs="Times New Roman" w:hint="eastAsia"/>
          <w:spacing w:val="-11"/>
          <w:kern w:val="44"/>
          <w:sz w:val="40"/>
          <w:szCs w:val="24"/>
        </w:rPr>
        <w:t>（样表，</w:t>
      </w:r>
      <w:r>
        <w:rPr>
          <w:rFonts w:ascii="Times New Roman" w:eastAsia="方正小标宋简体" w:hAnsi="Times New Roman" w:cs="Times New Roman" w:hint="eastAsia"/>
          <w:spacing w:val="-11"/>
          <w:kern w:val="44"/>
          <w:sz w:val="40"/>
          <w:szCs w:val="24"/>
        </w:rPr>
        <w:t>2025</w:t>
      </w:r>
      <w:r>
        <w:rPr>
          <w:rFonts w:ascii="Times New Roman" w:eastAsia="方正小标宋简体" w:hAnsi="Times New Roman" w:cs="Times New Roman" w:hint="eastAsia"/>
          <w:spacing w:val="-11"/>
          <w:kern w:val="44"/>
          <w:sz w:val="40"/>
          <w:szCs w:val="24"/>
        </w:rPr>
        <w:t>版）</w:t>
      </w:r>
    </w:p>
    <w:p w14:paraId="3D49390E" w14:textId="77777777" w:rsidR="00184BCC" w:rsidRDefault="00000000">
      <w:pPr>
        <w:spacing w:beforeLines="10" w:before="24"/>
        <w:ind w:firstLineChars="100" w:firstLine="219"/>
        <w:rPr>
          <w:rFonts w:ascii="Times New Roman" w:eastAsia="仿宋_GB2312" w:hAnsi="Times New Roman" w:cs="Times New Roman"/>
          <w:b/>
          <w:bCs/>
          <w:spacing w:val="-11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>学校：</w:t>
      </w:r>
      <w:r>
        <w:rPr>
          <w:rFonts w:ascii="宋体" w:eastAsia="宋体" w:hAnsi="宋体" w:cs="宋体"/>
          <w:b/>
          <w:bCs/>
          <w:spacing w:val="-11"/>
          <w:sz w:val="24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 xml:space="preserve"> 院系：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>专业：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>年级：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 xml:space="preserve"> 班级：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  <w:u w:val="single"/>
        </w:rPr>
        <w:t xml:space="preserve">        </w:t>
      </w:r>
    </w:p>
    <w:tbl>
      <w:tblPr>
        <w:tblW w:w="95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314"/>
        <w:gridCol w:w="959"/>
        <w:gridCol w:w="564"/>
        <w:gridCol w:w="1387"/>
        <w:gridCol w:w="588"/>
        <w:gridCol w:w="127"/>
        <w:gridCol w:w="645"/>
        <w:gridCol w:w="58"/>
        <w:gridCol w:w="587"/>
        <w:gridCol w:w="741"/>
        <w:gridCol w:w="413"/>
        <w:gridCol w:w="768"/>
        <w:gridCol w:w="763"/>
        <w:gridCol w:w="122"/>
        <w:gridCol w:w="582"/>
        <w:gridCol w:w="62"/>
      </w:tblGrid>
      <w:tr w:rsidR="00184BCC" w14:paraId="6F428350" w14:textId="77777777" w:rsidTr="00C979BD">
        <w:trPr>
          <w:trHeight w:val="460"/>
        </w:trPr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1EA753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学生</w:t>
            </w:r>
          </w:p>
          <w:p w14:paraId="5C0601CD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基本</w:t>
            </w:r>
          </w:p>
          <w:p w14:paraId="6D800FD4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EC299B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05073C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602B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性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别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BCFD27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48AF76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04119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4E1FE5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籍贯</w:t>
            </w:r>
          </w:p>
        </w:tc>
        <w:tc>
          <w:tcPr>
            <w:tcW w:w="7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A566E" w14:textId="77777777" w:rsidR="00184BCC" w:rsidRDefault="00184BC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184BCC" w14:paraId="38D25639" w14:textId="77777777" w:rsidTr="00C979BD">
        <w:trPr>
          <w:trHeight w:val="385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B48D98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A8F209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 w14:paraId="1E5A19BD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号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码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9A32AB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676C8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</w:t>
            </w:r>
          </w:p>
          <w:p w14:paraId="0E579407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人口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68674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F0F149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55749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BCC" w14:paraId="08B0F9F8" w14:textId="77777777" w:rsidTr="00C979BD">
        <w:trPr>
          <w:trHeight w:val="370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42A637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F8032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详细通</w:t>
            </w:r>
          </w:p>
          <w:p w14:paraId="1215CD84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讯地址</w:t>
            </w:r>
          </w:p>
        </w:tc>
        <w:tc>
          <w:tcPr>
            <w:tcW w:w="74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A0223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BCC" w14:paraId="2093C95C" w14:textId="77777777" w:rsidTr="00C979BD">
        <w:trPr>
          <w:trHeight w:val="452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25F3C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BC46DB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邮政编码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F71308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A1DAB8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家长手机号码</w:t>
            </w:r>
          </w:p>
        </w:tc>
        <w:tc>
          <w:tcPr>
            <w:tcW w:w="2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0A341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BCC" w14:paraId="1D777B8A" w14:textId="77777777" w:rsidTr="00C979BD">
        <w:trPr>
          <w:trHeight w:val="720"/>
        </w:trPr>
        <w:tc>
          <w:tcPr>
            <w:tcW w:w="8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A0929B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252964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户口性质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B19614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□城镇 □农村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D7524F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学费</w:t>
            </w:r>
          </w:p>
          <w:p w14:paraId="1D7D80C2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标准</w:t>
            </w:r>
          </w:p>
        </w:tc>
        <w:tc>
          <w:tcPr>
            <w:tcW w:w="20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C16711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/年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9BFA28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住宿费</w:t>
            </w:r>
          </w:p>
          <w:p w14:paraId="7AD8711F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标准</w:t>
            </w:r>
          </w:p>
        </w:tc>
        <w:tc>
          <w:tcPr>
            <w:tcW w:w="15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78B2FD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ascii="宋体" w:eastAsia="仿宋_GB2312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/年</w:t>
            </w:r>
          </w:p>
        </w:tc>
      </w:tr>
      <w:tr w:rsidR="00184BCC" w14:paraId="7173A0A2" w14:textId="77777777" w:rsidTr="00C979BD">
        <w:trPr>
          <w:trHeight w:val="360"/>
        </w:trPr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B18A1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097C9482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成员</w:t>
            </w:r>
          </w:p>
          <w:p w14:paraId="0B5A05AA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7F459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85A68A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年龄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52DC6B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与学生关系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DEB802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工作（学习）单位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5F4FA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职业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D3E2E8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是否属于财政供养人员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487B7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是否担任企业法人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7627B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是否担任企业股东、高管、董事、监事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19CAD9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年收入</w:t>
            </w:r>
          </w:p>
          <w:p w14:paraId="6A87A937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（万元）</w:t>
            </w:r>
          </w:p>
        </w:tc>
      </w:tr>
      <w:tr w:rsidR="00184BCC" w14:paraId="33B88F28" w14:textId="77777777" w:rsidTr="00C979BD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E65824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D04F7E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867CB3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6AB665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E41296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A9F2CA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D3F140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DACAC3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1829D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1CB0D4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BCC" w14:paraId="2C904F46" w14:textId="77777777" w:rsidTr="00C979BD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58B8B6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B30D63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55EB1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E69F8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941561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4EC40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82E10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3BFB59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264F83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C527B0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BCC" w14:paraId="617FCF0E" w14:textId="77777777" w:rsidTr="00C979BD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DFD15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2E17F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31C14B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13343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A86317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E235A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CEFDCD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EB6D9A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D87567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1CBCB2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BCC" w14:paraId="42AA8C33" w14:textId="77777777" w:rsidTr="00C979BD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37367B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320A31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BDB6DF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1D3DEA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CF6A0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EE2FF2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205E5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98F7C2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65B7F3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4EC364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BCC" w14:paraId="7D8801DB" w14:textId="77777777" w:rsidTr="00C979BD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D15533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E42BF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135C3A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C5D173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0DAFB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D9D7D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EF70C4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C5FD6C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97F991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4E07A4" w14:textId="77777777" w:rsidR="00184BCC" w:rsidRDefault="00184BCC">
            <w:pP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184BCC" w14:paraId="1410FB0F" w14:textId="77777777" w:rsidTr="00C979BD">
        <w:trPr>
          <w:trHeight w:val="160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BC223F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特殊</w:t>
            </w:r>
          </w:p>
          <w:p w14:paraId="7D7AB61B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群体</w:t>
            </w:r>
          </w:p>
          <w:p w14:paraId="67A9273D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532BB2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脱贫家庭学生（原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建档立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卡贫困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家庭学生）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  <w:p w14:paraId="14C03205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脱贫不稳定家庭学生（原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建档立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卡贫困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家庭学生）</w:t>
            </w:r>
          </w:p>
          <w:p w14:paraId="2C4BA1F0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□3.边缘易致贫家庭学生 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突发严重困难家庭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学生</w:t>
            </w:r>
          </w:p>
          <w:p w14:paraId="6C904FE6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□5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城乡低保家庭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学生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□6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低保边缘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人口家庭学生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14:paraId="775610FB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□7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特困人员救助家庭学生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□8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支出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型困难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家庭学生</w:t>
            </w:r>
          </w:p>
          <w:p w14:paraId="3BD652B6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□9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其他低收入家庭学生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□10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孤儿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学生</w:t>
            </w:r>
          </w:p>
          <w:p w14:paraId="282FEEC1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□11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事实无人抚养儿童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□12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残疾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学生 </w:t>
            </w:r>
          </w:p>
          <w:p w14:paraId="51E72566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□13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残疾人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子女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□14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退出现役的残疾军人</w:t>
            </w:r>
          </w:p>
          <w:p w14:paraId="2B92983E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□15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伤残人民警察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□16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因公伤残人员</w:t>
            </w:r>
          </w:p>
          <w:p w14:paraId="31E7425D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□17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烈士遗属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□18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因公牺牲军人遗属</w:t>
            </w:r>
          </w:p>
          <w:p w14:paraId="0FE9BA56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□19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病故军人遗属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□20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参战参试退役军人</w:t>
            </w:r>
          </w:p>
          <w:p w14:paraId="149E32D6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□21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带病回乡退役军人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□22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年满60周岁农村籍退役士兵</w:t>
            </w:r>
          </w:p>
        </w:tc>
      </w:tr>
      <w:tr w:rsidR="00184BCC" w14:paraId="6119863E" w14:textId="77777777" w:rsidTr="00C979BD">
        <w:trPr>
          <w:trHeight w:val="270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7C3494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lastRenderedPageBreak/>
              <w:t>影响</w:t>
            </w:r>
          </w:p>
          <w:p w14:paraId="39FA1291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49A727BB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经济</w:t>
            </w:r>
          </w:p>
          <w:p w14:paraId="2CAC0FB8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状况</w:t>
            </w:r>
          </w:p>
          <w:p w14:paraId="5FE3D710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  <w:p w14:paraId="42BE7D1E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有关</w:t>
            </w:r>
          </w:p>
          <w:p w14:paraId="20D2CEDA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信息</w:t>
            </w: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564AB3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家庭人均年收入：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万元。</w:t>
            </w:r>
          </w:p>
          <w:p w14:paraId="537C9622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家庭遭受自然灾害情况：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6D987FC6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家庭遭受突发意外事件：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0E6ABE94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家庭成员因残疾、年迈而劳动能力弱情况：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301DD9C1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□5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家庭成员患重大疾病情况：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04379E7A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□6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家庭成员失业情况：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64C76E3B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□7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.家庭欠债情况：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51DCCB50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□8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其它情况：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1E709BE6" w14:textId="77777777" w:rsidR="00184BCC" w:rsidRDefault="00000000">
            <w:pPr>
              <w:widowControl/>
              <w:jc w:val="left"/>
              <w:textAlignment w:val="center"/>
              <w:rPr>
                <w:rFonts w:ascii="楷体_GB2312" w:eastAsia="楷体_GB2312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（注：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18"/>
                <w:szCs w:val="18"/>
                <w:lang w:bidi="ar"/>
              </w:rPr>
              <w:t>1.请按实际情况勾选，并注明相应情况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18"/>
                <w:szCs w:val="18"/>
                <w:lang w:bidi="ar"/>
              </w:rPr>
              <w:t>2.请尽可能提供相应佐证材料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。）</w:t>
            </w:r>
          </w:p>
        </w:tc>
      </w:tr>
      <w:tr w:rsidR="00184BCC" w14:paraId="6D467265" w14:textId="77777777" w:rsidTr="00C979BD">
        <w:trPr>
          <w:trHeight w:val="139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3FE180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个人</w:t>
            </w:r>
          </w:p>
          <w:p w14:paraId="4CBAB155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</w:tc>
        <w:tc>
          <w:tcPr>
            <w:tcW w:w="46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3131EECF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承诺内容：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14:paraId="63A34860" w14:textId="77777777" w:rsidR="00184BCC" w:rsidRDefault="00184BCC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A1C682A" w14:textId="77777777" w:rsidR="00184BCC" w:rsidRDefault="00184BCC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ED4CC33" w14:textId="77777777" w:rsidR="00184BCC" w:rsidRDefault="00000000">
            <w:pPr>
              <w:widowControl/>
              <w:jc w:val="left"/>
              <w:textAlignment w:val="center"/>
              <w:rPr>
                <w:rFonts w:ascii="楷体_GB2312" w:eastAsia="楷体_GB2312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（注：本人手工填写“本人承诺以上所填写资料真实，如有虚假，愿承担相应责任。”）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AAC287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学生本人</w:t>
            </w:r>
          </w:p>
          <w:p w14:paraId="65F59493" w14:textId="77777777" w:rsidR="00184BCC" w:rsidRPr="001D58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pacing w:val="-20"/>
                <w:kern w:val="0"/>
                <w:sz w:val="24"/>
                <w:szCs w:val="24"/>
                <w:lang w:bidi="ar"/>
              </w:rPr>
            </w:pPr>
            <w:r w:rsidRPr="001D580A">
              <w:rPr>
                <w:rFonts w:ascii="宋体" w:eastAsia="宋体" w:hAnsi="宋体" w:cs="宋体" w:hint="eastAsia"/>
                <w:b/>
                <w:bCs/>
                <w:color w:val="000000"/>
                <w:spacing w:val="-20"/>
                <w:kern w:val="0"/>
                <w:sz w:val="24"/>
                <w:szCs w:val="24"/>
                <w:lang w:bidi="ar"/>
              </w:rPr>
              <w:t>（或监护人）</w:t>
            </w:r>
          </w:p>
          <w:p w14:paraId="1951BBF3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签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字</w:t>
            </w:r>
          </w:p>
        </w:tc>
        <w:tc>
          <w:tcPr>
            <w:tcW w:w="2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A40602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  <w:p w14:paraId="0287656E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  <w:p w14:paraId="1F4AD340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  <w:p w14:paraId="14971120" w14:textId="77777777" w:rsidR="00184BCC" w:rsidRDefault="00184BCC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  <w:p w14:paraId="0278BF10" w14:textId="77777777" w:rsidR="00184BCC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184BCC" w14:paraId="673900C5" w14:textId="77777777" w:rsidTr="00C979BD">
        <w:trPr>
          <w:gridAfter w:val="1"/>
          <w:wAfter w:w="62" w:type="dxa"/>
          <w:trHeight w:val="90"/>
        </w:trPr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D6427B" w14:textId="77777777" w:rsidR="00184BCC" w:rsidRDefault="00000000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班级</w:t>
            </w:r>
          </w:p>
          <w:p w14:paraId="42C17673" w14:textId="77777777" w:rsidR="00184BCC" w:rsidRDefault="00000000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评议</w:t>
            </w:r>
          </w:p>
          <w:p w14:paraId="12E9E6BB" w14:textId="77777777" w:rsidR="00184BCC" w:rsidRDefault="00000000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455C51" w14:textId="77777777" w:rsidR="00184BCC" w:rsidRDefault="00000000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A.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家庭经济特别困难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14:paraId="29F354BC" w14:textId="77777777" w:rsidR="00184BCC" w:rsidRDefault="00000000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B.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家庭经济困难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14:paraId="77068ACF" w14:textId="77777777" w:rsidR="00184BCC" w:rsidRDefault="00000000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C.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家庭经济一般困难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14:paraId="51081139" w14:textId="77777777" w:rsidR="00184BCC" w:rsidRDefault="00000000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D.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家庭经济不困难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</w:tc>
        <w:tc>
          <w:tcPr>
            <w:tcW w:w="4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899272" w14:textId="77777777" w:rsidR="00184BCC" w:rsidRDefault="00000000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sz w:val="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陈述理由：</w:t>
            </w:r>
          </w:p>
          <w:p w14:paraId="61C3F7FA" w14:textId="77777777" w:rsidR="00184BCC" w:rsidRDefault="00184BCC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360D267C" w14:textId="77777777" w:rsidR="00184BCC" w:rsidRDefault="00184BCC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318A35C5" w14:textId="77777777" w:rsidR="00184BCC" w:rsidRDefault="00184BCC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1E3D8E6D" w14:textId="77777777" w:rsidR="00184BCC" w:rsidRDefault="00000000">
            <w:pPr>
              <w:spacing w:beforeLines="10" w:before="24"/>
              <w:ind w:firstLineChars="150" w:firstLine="36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评议小组组长签字：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 </w:t>
            </w:r>
          </w:p>
          <w:p w14:paraId="3A8DA67E" w14:textId="77777777" w:rsidR="00184BCC" w:rsidRDefault="00000000">
            <w:pPr>
              <w:spacing w:beforeLines="10" w:before="24"/>
              <w:ind w:firstLineChars="150" w:firstLine="360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 w:rsidR="00184BCC" w14:paraId="4A4E824F" w14:textId="77777777" w:rsidTr="00C979BD">
        <w:trPr>
          <w:gridAfter w:val="1"/>
          <w:wAfter w:w="62" w:type="dxa"/>
          <w:trHeight w:val="2011"/>
        </w:trPr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DF6CF8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院（系、</w:t>
            </w:r>
          </w:p>
          <w:p w14:paraId="6664330B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年级）</w:t>
            </w:r>
          </w:p>
          <w:p w14:paraId="2D071BBE" w14:textId="77777777" w:rsidR="00184BCC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83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04C00D56" w14:textId="77777777" w:rsidR="00184BCC" w:rsidRDefault="00184BCC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56CC5064" w14:textId="77777777" w:rsidR="00184BCC" w:rsidRDefault="00000000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经评议小组推荐、本院（系、年级）认真审核并公示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个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工作日后，</w:t>
            </w:r>
          </w:p>
          <w:p w14:paraId="7734F659" w14:textId="77777777" w:rsidR="00184BCC" w:rsidRDefault="00000000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同意评议小组意见。</w:t>
            </w:r>
          </w:p>
          <w:p w14:paraId="45DBB55C" w14:textId="77777777" w:rsidR="00184BCC" w:rsidRDefault="00000000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不同意评议小组意见。建议调整为：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；</w:t>
            </w:r>
          </w:p>
          <w:p w14:paraId="18C95C2C" w14:textId="77777777" w:rsidR="00184BCC" w:rsidRDefault="00000000">
            <w:pPr>
              <w:widowControl/>
              <w:ind w:firstLineChars="250" w:firstLine="600"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调整理由：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>。</w:t>
            </w:r>
          </w:p>
          <w:p w14:paraId="7FE1BDFA" w14:textId="77777777" w:rsidR="00184BCC" w:rsidRDefault="00184BCC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14:paraId="1242104A" w14:textId="77777777" w:rsidR="00184BCC" w:rsidRDefault="00184BCC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14:paraId="0B77B317" w14:textId="77777777" w:rsidR="00184BCC" w:rsidRDefault="00000000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工作组组长签字（加盖部门公章）：</w:t>
            </w:r>
          </w:p>
          <w:p w14:paraId="0A1E226B" w14:textId="77777777" w:rsidR="00184BCC" w:rsidRDefault="00184BCC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14:paraId="411B2B07" w14:textId="77777777" w:rsidR="00184BCC" w:rsidRDefault="00000000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</w:t>
            </w:r>
            <w:r>
              <w:rPr>
                <w:rFonts w:ascii="宋体" w:eastAsia="仿宋_GB2312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eastAsia="仿宋_GB2312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 w:rsidR="00184BCC" w14:paraId="5E1BA76E" w14:textId="77777777" w:rsidTr="00C979BD">
        <w:trPr>
          <w:gridAfter w:val="1"/>
          <w:wAfter w:w="62" w:type="dxa"/>
          <w:trHeight w:val="2524"/>
        </w:trPr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E9F793" w14:textId="77777777" w:rsidR="00184BCC" w:rsidRDefault="00000000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校级</w:t>
            </w:r>
          </w:p>
          <w:p w14:paraId="6ACBAB4D" w14:textId="77777777" w:rsidR="00184BCC" w:rsidRDefault="00000000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认定</w:t>
            </w:r>
          </w:p>
          <w:p w14:paraId="22778E34" w14:textId="77777777" w:rsidR="00184BCC" w:rsidRDefault="00000000">
            <w:pPr>
              <w:spacing w:beforeLines="10" w:before="24"/>
              <w:jc w:val="center"/>
              <w:rPr>
                <w:rFonts w:ascii="新宋体" w:eastAsia="新宋体" w:hAnsi="新宋体" w:cs="新宋体" w:hint="eastAsia"/>
                <w:b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3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9723A6" w14:textId="77777777" w:rsidR="00184BCC" w:rsidRDefault="00000000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经学生所在院（系、年级）提请，本机构认真核实并公示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个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工作日后，</w:t>
            </w:r>
          </w:p>
          <w:p w14:paraId="443F9170" w14:textId="77777777" w:rsidR="00184BCC" w:rsidRDefault="00000000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同意工作组和评议小组意见。</w:t>
            </w:r>
          </w:p>
          <w:p w14:paraId="55BB525F" w14:textId="77777777" w:rsidR="00184BCC" w:rsidRDefault="00000000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不同意工作组和评议小组意见。建议调整为：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；</w:t>
            </w:r>
          </w:p>
          <w:p w14:paraId="0E53FACE" w14:textId="77777777" w:rsidR="00184BCC" w:rsidRDefault="00000000">
            <w:pPr>
              <w:widowControl/>
              <w:ind w:firstLineChars="250" w:firstLine="60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调整理由：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>。</w:t>
            </w:r>
          </w:p>
          <w:p w14:paraId="46C960B7" w14:textId="77777777" w:rsidR="00184BCC" w:rsidRDefault="00184BCC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14:paraId="369028F1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</w:t>
            </w:r>
            <w:r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负责人签字（加盖部门公章）：        </w:t>
            </w:r>
          </w:p>
          <w:p w14:paraId="537F84EF" w14:textId="77777777" w:rsidR="00184BCC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pacing w:val="-1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年    月    日</w:t>
            </w:r>
          </w:p>
        </w:tc>
      </w:tr>
    </w:tbl>
    <w:p w14:paraId="65F3024C" w14:textId="77777777" w:rsidR="00184BCC" w:rsidRDefault="00184BCC">
      <w:pPr>
        <w:rPr>
          <w:rFonts w:ascii="仿宋_GB2312" w:eastAsia="仿宋_GB2312"/>
          <w:sz w:val="28"/>
          <w:szCs w:val="28"/>
        </w:rPr>
      </w:pPr>
    </w:p>
    <w:sectPr w:rsidR="00184BC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871" w:right="1474" w:bottom="1871" w:left="1588" w:header="1701" w:footer="1588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AD7A2" w14:textId="77777777" w:rsidR="00D027B2" w:rsidRDefault="00D027B2">
      <w:r>
        <w:separator/>
      </w:r>
    </w:p>
  </w:endnote>
  <w:endnote w:type="continuationSeparator" w:id="0">
    <w:p w14:paraId="0523C4CB" w14:textId="77777777" w:rsidR="00D027B2" w:rsidRDefault="00D0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05F2" w14:textId="77777777" w:rsidR="00184BCC" w:rsidRDefault="00000000">
    <w:pPr>
      <w:pStyle w:val="a7"/>
      <w:framePr w:wrap="around" w:vAnchor="text" w:hAnchor="margin" w:xAlign="outside" w:y="1"/>
      <w:ind w:leftChars="100" w:left="210"/>
      <w:rPr>
        <w:rStyle w:val="ac"/>
        <w:rFonts w:ascii="宋体" w:eastAsia="宋体" w:hAnsi="宋体" w:hint="eastAsia"/>
        <w:sz w:val="28"/>
        <w:szCs w:val="28"/>
      </w:rPr>
    </w:pPr>
    <w:r>
      <w:rPr>
        <w:rStyle w:val="ac"/>
        <w:rFonts w:ascii="宋体" w:eastAsia="宋体" w:hAnsi="宋体" w:hint="eastAsia"/>
        <w:sz w:val="28"/>
        <w:szCs w:val="28"/>
      </w:rPr>
      <w:t xml:space="preserve">— </w:t>
    </w:r>
    <w:r>
      <w:rPr>
        <w:rStyle w:val="ac"/>
        <w:rFonts w:ascii="宋体" w:eastAsia="宋体" w:hAnsi="宋体"/>
        <w:sz w:val="28"/>
        <w:szCs w:val="28"/>
      </w:rPr>
      <w:fldChar w:fldCharType="begin"/>
    </w:r>
    <w:r>
      <w:rPr>
        <w:rStyle w:val="ac"/>
        <w:rFonts w:ascii="宋体" w:eastAsia="宋体" w:hAnsi="宋体"/>
        <w:sz w:val="28"/>
        <w:szCs w:val="28"/>
      </w:rPr>
      <w:instrText xml:space="preserve">PAGE  </w:instrText>
    </w:r>
    <w:r>
      <w:rPr>
        <w:rStyle w:val="ac"/>
        <w:rFonts w:ascii="宋体" w:eastAsia="宋体" w:hAnsi="宋体"/>
        <w:sz w:val="28"/>
        <w:szCs w:val="28"/>
      </w:rPr>
      <w:fldChar w:fldCharType="separate"/>
    </w:r>
    <w:r>
      <w:rPr>
        <w:rStyle w:val="ac"/>
        <w:rFonts w:ascii="宋体" w:eastAsia="宋体" w:hAnsi="宋体"/>
        <w:sz w:val="28"/>
        <w:szCs w:val="28"/>
      </w:rPr>
      <w:t>2</w:t>
    </w:r>
    <w:r>
      <w:rPr>
        <w:rStyle w:val="ac"/>
        <w:rFonts w:ascii="宋体" w:eastAsia="宋体" w:hAnsi="宋体"/>
        <w:sz w:val="28"/>
        <w:szCs w:val="28"/>
      </w:rPr>
      <w:fldChar w:fldCharType="end"/>
    </w:r>
    <w:r>
      <w:rPr>
        <w:rStyle w:val="ac"/>
        <w:rFonts w:ascii="宋体" w:eastAsia="宋体" w:hAnsi="宋体" w:hint="eastAsia"/>
        <w:sz w:val="28"/>
        <w:szCs w:val="28"/>
      </w:rPr>
      <w:t xml:space="preserve"> —</w:t>
    </w:r>
  </w:p>
  <w:p w14:paraId="62A6E875" w14:textId="77777777" w:rsidR="00184BCC" w:rsidRDefault="00184BC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C098" w14:textId="77777777" w:rsidR="00184BCC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CC59D" wp14:editId="6395FC1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F3DE76" w14:textId="77777777" w:rsidR="00184BCC" w:rsidRDefault="00000000">
                          <w:pPr>
                            <w:pStyle w:val="a7"/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DCC59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BF3DE76" w14:textId="77777777" w:rsidR="00184BCC" w:rsidRDefault="00000000">
                    <w:pPr>
                      <w:pStyle w:val="a7"/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553DD" w14:textId="77777777" w:rsidR="00D027B2" w:rsidRDefault="00D027B2">
      <w:r>
        <w:separator/>
      </w:r>
    </w:p>
  </w:footnote>
  <w:footnote w:type="continuationSeparator" w:id="0">
    <w:p w14:paraId="388CB184" w14:textId="77777777" w:rsidR="00D027B2" w:rsidRDefault="00D02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2642" w14:textId="77777777" w:rsidR="00184BCC" w:rsidRDefault="00184B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FF260" w14:textId="77777777" w:rsidR="00184BCC" w:rsidRDefault="00184BCC">
    <w:pPr>
      <w:pStyle w:val="a9"/>
      <w:pBdr>
        <w:bottom w:val="none" w:sz="0" w:space="1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C44"/>
    <w:rsid w:val="000633A4"/>
    <w:rsid w:val="00112420"/>
    <w:rsid w:val="001321A3"/>
    <w:rsid w:val="00144F74"/>
    <w:rsid w:val="00147327"/>
    <w:rsid w:val="00184BCC"/>
    <w:rsid w:val="001B42BA"/>
    <w:rsid w:val="001D580A"/>
    <w:rsid w:val="00206ED2"/>
    <w:rsid w:val="0035246A"/>
    <w:rsid w:val="0035385C"/>
    <w:rsid w:val="003A34ED"/>
    <w:rsid w:val="003D2942"/>
    <w:rsid w:val="003E2F09"/>
    <w:rsid w:val="00412D75"/>
    <w:rsid w:val="00426B51"/>
    <w:rsid w:val="00450FA8"/>
    <w:rsid w:val="00463734"/>
    <w:rsid w:val="00475766"/>
    <w:rsid w:val="0049411B"/>
    <w:rsid w:val="004B3681"/>
    <w:rsid w:val="004D33F2"/>
    <w:rsid w:val="004F0B03"/>
    <w:rsid w:val="00511CC2"/>
    <w:rsid w:val="005320A0"/>
    <w:rsid w:val="005522DF"/>
    <w:rsid w:val="0058769E"/>
    <w:rsid w:val="005A682E"/>
    <w:rsid w:val="006357A3"/>
    <w:rsid w:val="00645A63"/>
    <w:rsid w:val="0065325F"/>
    <w:rsid w:val="00665672"/>
    <w:rsid w:val="00683912"/>
    <w:rsid w:val="00691743"/>
    <w:rsid w:val="006A4F9E"/>
    <w:rsid w:val="007845F2"/>
    <w:rsid w:val="00794B2C"/>
    <w:rsid w:val="007B406C"/>
    <w:rsid w:val="00844BC5"/>
    <w:rsid w:val="00850378"/>
    <w:rsid w:val="00941EE0"/>
    <w:rsid w:val="009463BA"/>
    <w:rsid w:val="00952CCA"/>
    <w:rsid w:val="00954573"/>
    <w:rsid w:val="009967C5"/>
    <w:rsid w:val="009E02A3"/>
    <w:rsid w:val="009F7D0B"/>
    <w:rsid w:val="00A30946"/>
    <w:rsid w:val="00AC6DF6"/>
    <w:rsid w:val="00AF73FC"/>
    <w:rsid w:val="00B26EDA"/>
    <w:rsid w:val="00C146E1"/>
    <w:rsid w:val="00C1594B"/>
    <w:rsid w:val="00C27953"/>
    <w:rsid w:val="00C45F22"/>
    <w:rsid w:val="00C65EC8"/>
    <w:rsid w:val="00C979BD"/>
    <w:rsid w:val="00D02336"/>
    <w:rsid w:val="00D027B2"/>
    <w:rsid w:val="00D367F3"/>
    <w:rsid w:val="00D93728"/>
    <w:rsid w:val="00DA4F6D"/>
    <w:rsid w:val="00E04C44"/>
    <w:rsid w:val="00E2392D"/>
    <w:rsid w:val="00E240C5"/>
    <w:rsid w:val="00E3588B"/>
    <w:rsid w:val="00E65288"/>
    <w:rsid w:val="00E93428"/>
    <w:rsid w:val="00EC7D52"/>
    <w:rsid w:val="00FF74CC"/>
    <w:rsid w:val="019B36B5"/>
    <w:rsid w:val="02447828"/>
    <w:rsid w:val="07106873"/>
    <w:rsid w:val="07D01B5E"/>
    <w:rsid w:val="08591B53"/>
    <w:rsid w:val="13F76DF0"/>
    <w:rsid w:val="14586719"/>
    <w:rsid w:val="14B60A59"/>
    <w:rsid w:val="16B014D8"/>
    <w:rsid w:val="1E0740D4"/>
    <w:rsid w:val="28E62B38"/>
    <w:rsid w:val="2B6A7A50"/>
    <w:rsid w:val="2BFF63EA"/>
    <w:rsid w:val="2F3445FD"/>
    <w:rsid w:val="2F4B1946"/>
    <w:rsid w:val="30BC6FA0"/>
    <w:rsid w:val="31E0281A"/>
    <w:rsid w:val="35F04FF6"/>
    <w:rsid w:val="375872F6"/>
    <w:rsid w:val="395C5CA8"/>
    <w:rsid w:val="395F671A"/>
    <w:rsid w:val="39C742BF"/>
    <w:rsid w:val="3A4122C4"/>
    <w:rsid w:val="3CD967E3"/>
    <w:rsid w:val="405C1C05"/>
    <w:rsid w:val="44802ACD"/>
    <w:rsid w:val="47633879"/>
    <w:rsid w:val="47B21239"/>
    <w:rsid w:val="4ACF1226"/>
    <w:rsid w:val="4B0D06CC"/>
    <w:rsid w:val="4B235EFE"/>
    <w:rsid w:val="4D2B4E39"/>
    <w:rsid w:val="4DAE7818"/>
    <w:rsid w:val="4DE33966"/>
    <w:rsid w:val="4E5E4D9B"/>
    <w:rsid w:val="4EC8490A"/>
    <w:rsid w:val="50760AC1"/>
    <w:rsid w:val="535B7AFB"/>
    <w:rsid w:val="558E065B"/>
    <w:rsid w:val="55990DAE"/>
    <w:rsid w:val="559A6CBD"/>
    <w:rsid w:val="56EE0C86"/>
    <w:rsid w:val="58705DF6"/>
    <w:rsid w:val="588C0756"/>
    <w:rsid w:val="5C1F097F"/>
    <w:rsid w:val="5FFC578A"/>
    <w:rsid w:val="61926DDD"/>
    <w:rsid w:val="62276328"/>
    <w:rsid w:val="62285994"/>
    <w:rsid w:val="635A0C3C"/>
    <w:rsid w:val="64607667"/>
    <w:rsid w:val="6F96218E"/>
    <w:rsid w:val="719869A4"/>
    <w:rsid w:val="71CF7BDA"/>
    <w:rsid w:val="726A7B48"/>
    <w:rsid w:val="774D5F32"/>
    <w:rsid w:val="78E51A91"/>
    <w:rsid w:val="796C4B23"/>
    <w:rsid w:val="7A0644BA"/>
    <w:rsid w:val="7A3525A4"/>
    <w:rsid w:val="7ECB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0ECA7"/>
  <w15:docId w15:val="{713D46C7-C763-4B76-9EB9-4D6F4E20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仿宋_GB2312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仿宋_GB2312" w:hAnsi="Calibri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仿宋_GB2312" w:hAnsi="Calibri" w:cs="Times New Roman"/>
      <w:sz w:val="18"/>
      <w:szCs w:val="18"/>
    </w:rPr>
  </w:style>
  <w:style w:type="table" w:styleId="ab">
    <w:name w:val="Table Grid"/>
    <w:basedOn w:val="a1"/>
    <w:uiPriority w:val="59"/>
    <w:qFormat/>
    <w:pPr>
      <w:widowControl w:val="0"/>
      <w:jc w:val="both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semiHidden/>
    <w:unhideWhenUsed/>
    <w:qFormat/>
  </w:style>
  <w:style w:type="character" w:customStyle="1" w:styleId="aa">
    <w:name w:val="页眉 字符"/>
    <w:link w:val="a9"/>
    <w:uiPriority w:val="99"/>
    <w:qFormat/>
    <w:rPr>
      <w:kern w:val="2"/>
      <w:sz w:val="18"/>
      <w:szCs w:val="18"/>
    </w:rPr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32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shuiDZS\Desktop\GWMB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GWMB</Template>
  <TotalTime>3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税伯高</dc:creator>
  <cp:lastModifiedBy>甘宇</cp:lastModifiedBy>
  <cp:revision>5</cp:revision>
  <cp:lastPrinted>2019-06-06T01:57:00Z</cp:lastPrinted>
  <dcterms:created xsi:type="dcterms:W3CDTF">2019-06-06T01:57:00Z</dcterms:created>
  <dcterms:modified xsi:type="dcterms:W3CDTF">2025-09-12T07:08:00Z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214B809824644ED8AB87AC7A2B303A10_13</vt:lpwstr>
  </property>
  <property fmtid="{D5CDD505-2E9C-101B-9397-08002B2CF9AE}" pid="4" name="KSOTemplateDocerSaveRecord">
    <vt:lpwstr>eyJoZGlkIjoiOTdjNzFlMGFhNWNhMTJlNDc1MWU0NWUyYmNjNDEzNWYiLCJ1c2VySWQiOiIxNzI2NTMwNDcwIn0=</vt:lpwstr>
  </property>
</Properties>
</file>